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5FEF69" w14:textId="4C703D9A" w:rsidR="00C80F69" w:rsidRPr="00C80F69" w:rsidRDefault="00C80F69" w:rsidP="00061135">
      <w:pPr>
        <w:rPr>
          <w:rFonts w:ascii="Arial" w:hAnsi="Arial" w:cs="Arial"/>
        </w:rPr>
      </w:pPr>
    </w:p>
    <w:p w14:paraId="5151EE54" w14:textId="7699632A" w:rsidR="00061135" w:rsidRDefault="00061135" w:rsidP="00061135">
      <w:pPr>
        <w:jc w:val="center"/>
        <w:outlineLvl w:val="0"/>
        <w:rPr>
          <w:rFonts w:asciiTheme="majorHAnsi" w:hAnsiTheme="majorHAnsi"/>
          <w:b/>
          <w:bCs/>
          <w:sz w:val="28"/>
          <w:szCs w:val="28"/>
        </w:rPr>
      </w:pPr>
      <w:r w:rsidRPr="4683D713">
        <w:rPr>
          <w:rFonts w:asciiTheme="majorHAnsi" w:hAnsiTheme="majorHAnsi"/>
          <w:b/>
          <w:bCs/>
          <w:sz w:val="28"/>
          <w:szCs w:val="28"/>
        </w:rPr>
        <w:t>Women</w:t>
      </w:r>
      <w:r>
        <w:rPr>
          <w:rFonts w:asciiTheme="majorHAnsi" w:hAnsiTheme="majorHAnsi"/>
          <w:b/>
          <w:bCs/>
          <w:sz w:val="28"/>
          <w:szCs w:val="28"/>
        </w:rPr>
        <w:t xml:space="preserve"> </w:t>
      </w:r>
      <w:r w:rsidRPr="4683D713">
        <w:rPr>
          <w:rFonts w:asciiTheme="majorHAnsi" w:hAnsiTheme="majorHAnsi"/>
          <w:b/>
          <w:bCs/>
          <w:sz w:val="28"/>
          <w:szCs w:val="28"/>
        </w:rPr>
        <w:t>&amp;</w:t>
      </w:r>
      <w:r>
        <w:rPr>
          <w:rFonts w:asciiTheme="majorHAnsi" w:hAnsiTheme="majorHAnsi"/>
          <w:b/>
          <w:bCs/>
          <w:sz w:val="28"/>
          <w:szCs w:val="28"/>
        </w:rPr>
        <w:t xml:space="preserve"> </w:t>
      </w:r>
      <w:r w:rsidRPr="4683D713">
        <w:rPr>
          <w:rFonts w:asciiTheme="majorHAnsi" w:hAnsiTheme="majorHAnsi"/>
          <w:b/>
          <w:bCs/>
          <w:color w:val="000000" w:themeColor="text1"/>
          <w:sz w:val="28"/>
          <w:szCs w:val="28"/>
        </w:rPr>
        <w:t>Change 2020 Expression of Interest</w:t>
      </w:r>
      <w:r w:rsidRPr="4683D713">
        <w:rPr>
          <w:rFonts w:asciiTheme="majorHAnsi" w:hAnsiTheme="majorHAnsi"/>
          <w:b/>
          <w:bCs/>
          <w:sz w:val="28"/>
          <w:szCs w:val="28"/>
        </w:rPr>
        <w:t xml:space="preserve"> Grant Application Form</w:t>
      </w:r>
    </w:p>
    <w:p w14:paraId="4F30FDE2" w14:textId="77777777" w:rsidR="00061135" w:rsidRDefault="00061135" w:rsidP="00061135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Please simply type straight into this form. </w:t>
      </w:r>
    </w:p>
    <w:p w14:paraId="25889A20" w14:textId="77777777" w:rsidR="00061135" w:rsidRPr="001D6B7B" w:rsidRDefault="00061135" w:rsidP="00061135">
      <w:pPr>
        <w:jc w:val="center"/>
        <w:rPr>
          <w:rFonts w:asciiTheme="majorHAnsi" w:hAnsiTheme="majorHAnsi"/>
          <w:b/>
          <w:sz w:val="28"/>
          <w:szCs w:val="28"/>
        </w:rPr>
      </w:pPr>
      <w:r w:rsidRPr="001D6B7B">
        <w:rPr>
          <w:rFonts w:asciiTheme="majorHAnsi" w:hAnsiTheme="majorHAnsi"/>
          <w:b/>
          <w:sz w:val="28"/>
          <w:szCs w:val="28"/>
          <w:highlight w:val="green"/>
        </w:rPr>
        <w:t>PLEASE ENSURE YOU ADHERE TO WORD LIMITS OR YOUR APPLICATION WILL BE DEEMED INELIGIBLE</w:t>
      </w:r>
    </w:p>
    <w:p w14:paraId="048D7AFF" w14:textId="77777777" w:rsidR="00061135" w:rsidRPr="00625B3C" w:rsidRDefault="00061135" w:rsidP="00061135">
      <w:pPr>
        <w:jc w:val="center"/>
        <w:rPr>
          <w:rFonts w:asciiTheme="majorHAnsi" w:hAnsiTheme="majorHAnsi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061135" w:rsidRPr="00625B3C" w14:paraId="161725DC" w14:textId="77777777" w:rsidTr="00160C64">
        <w:tc>
          <w:tcPr>
            <w:tcW w:w="9242" w:type="dxa"/>
            <w:shd w:val="clear" w:color="auto" w:fill="D9D9D9" w:themeFill="background1" w:themeFillShade="D9"/>
          </w:tcPr>
          <w:p w14:paraId="42B4330C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  <w:r w:rsidRPr="00625B3C">
              <w:rPr>
                <w:rFonts w:asciiTheme="majorHAnsi" w:hAnsiTheme="majorHAnsi"/>
                <w:b/>
              </w:rPr>
              <w:t>ORGANISATION DETAILS</w:t>
            </w:r>
          </w:p>
        </w:tc>
      </w:tr>
      <w:tr w:rsidR="00061135" w:rsidRPr="00625B3C" w14:paraId="41C341BA" w14:textId="77777777" w:rsidTr="00160C64">
        <w:tc>
          <w:tcPr>
            <w:tcW w:w="9242" w:type="dxa"/>
            <w:shd w:val="clear" w:color="auto" w:fill="auto"/>
          </w:tcPr>
          <w:p w14:paraId="11141BE0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  <w:r w:rsidRPr="00625B3C">
              <w:rPr>
                <w:rFonts w:asciiTheme="majorHAnsi" w:hAnsiTheme="majorHAnsi"/>
                <w:b/>
              </w:rPr>
              <w:t>ORGANISATION NAME:</w:t>
            </w:r>
          </w:p>
          <w:p w14:paraId="4B7E27A2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</w:p>
        </w:tc>
      </w:tr>
      <w:tr w:rsidR="00061135" w:rsidRPr="00625B3C" w14:paraId="2A5D5317" w14:textId="77777777" w:rsidTr="00160C64">
        <w:tc>
          <w:tcPr>
            <w:tcW w:w="9242" w:type="dxa"/>
            <w:shd w:val="clear" w:color="auto" w:fill="auto"/>
          </w:tcPr>
          <w:p w14:paraId="7ABD482B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  <w:r w:rsidRPr="00625B3C">
              <w:rPr>
                <w:rFonts w:asciiTheme="majorHAnsi" w:hAnsiTheme="majorHAnsi"/>
                <w:b/>
              </w:rPr>
              <w:t>AUSTRALIAN BUSINESS NUMBER (ABN):</w:t>
            </w:r>
          </w:p>
          <w:p w14:paraId="4A86A463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</w:p>
        </w:tc>
      </w:tr>
      <w:tr w:rsidR="00061135" w:rsidRPr="00625B3C" w14:paraId="290053A2" w14:textId="77777777" w:rsidTr="00160C64">
        <w:tc>
          <w:tcPr>
            <w:tcW w:w="9242" w:type="dxa"/>
            <w:shd w:val="clear" w:color="auto" w:fill="auto"/>
          </w:tcPr>
          <w:p w14:paraId="59496D20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  <w:r w:rsidRPr="00625B3C">
              <w:rPr>
                <w:rFonts w:asciiTheme="majorHAnsi" w:hAnsiTheme="majorHAnsi"/>
                <w:b/>
              </w:rPr>
              <w:t>POSTAL ADDRESS:</w:t>
            </w:r>
          </w:p>
          <w:p w14:paraId="70EC414F" w14:textId="77777777" w:rsidR="00061135" w:rsidRPr="00625B3C" w:rsidRDefault="00061135" w:rsidP="00160C64">
            <w:pPr>
              <w:ind w:left="1440"/>
              <w:rPr>
                <w:rFonts w:asciiTheme="majorHAnsi" w:hAnsiTheme="majorHAnsi"/>
                <w:b/>
              </w:rPr>
            </w:pPr>
          </w:p>
          <w:p w14:paraId="329267FD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  <w:r w:rsidRPr="00625B3C">
              <w:rPr>
                <w:rFonts w:asciiTheme="majorHAnsi" w:hAnsiTheme="majorHAnsi"/>
                <w:b/>
              </w:rPr>
              <w:t>SUBURB/TOWN:                                           STATE:                                  POSTCODE:</w:t>
            </w:r>
          </w:p>
          <w:p w14:paraId="35AC2B27" w14:textId="77777777" w:rsidR="00061135" w:rsidRPr="00625B3C" w:rsidRDefault="00061135" w:rsidP="00160C64">
            <w:pPr>
              <w:ind w:left="720"/>
              <w:rPr>
                <w:rFonts w:asciiTheme="majorHAnsi" w:hAnsiTheme="majorHAnsi"/>
                <w:b/>
              </w:rPr>
            </w:pPr>
          </w:p>
        </w:tc>
      </w:tr>
      <w:tr w:rsidR="00061135" w:rsidRPr="00625B3C" w14:paraId="328D57BD" w14:textId="77777777" w:rsidTr="00160C64">
        <w:tc>
          <w:tcPr>
            <w:tcW w:w="9242" w:type="dxa"/>
            <w:shd w:val="clear" w:color="auto" w:fill="auto"/>
          </w:tcPr>
          <w:p w14:paraId="0C9526E0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  <w:r w:rsidRPr="00625B3C">
              <w:rPr>
                <w:rFonts w:asciiTheme="majorHAnsi" w:hAnsiTheme="majorHAnsi"/>
                <w:b/>
              </w:rPr>
              <w:t>WEB ADDRESS:</w:t>
            </w:r>
          </w:p>
          <w:p w14:paraId="51011B9E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</w:p>
        </w:tc>
      </w:tr>
      <w:tr w:rsidR="00061135" w:rsidRPr="00625B3C" w14:paraId="26433B80" w14:textId="77777777" w:rsidTr="00160C64">
        <w:tc>
          <w:tcPr>
            <w:tcW w:w="9242" w:type="dxa"/>
            <w:shd w:val="clear" w:color="auto" w:fill="auto"/>
          </w:tcPr>
          <w:p w14:paraId="736BB13E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  <w:r w:rsidRPr="00625B3C">
              <w:rPr>
                <w:rFonts w:asciiTheme="majorHAnsi" w:hAnsiTheme="majorHAnsi"/>
                <w:b/>
              </w:rPr>
              <w:t>HEAD OF ORGANISATION (CEO or equivalent)</w:t>
            </w:r>
          </w:p>
          <w:p w14:paraId="057B9196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  <w:r w:rsidRPr="00625B3C">
              <w:rPr>
                <w:rFonts w:asciiTheme="majorHAnsi" w:hAnsiTheme="majorHAnsi"/>
                <w:b/>
              </w:rPr>
              <w:t>NAME:</w:t>
            </w:r>
          </w:p>
          <w:p w14:paraId="708CD6EB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  <w:r w:rsidRPr="00625B3C">
              <w:rPr>
                <w:rFonts w:asciiTheme="majorHAnsi" w:hAnsiTheme="majorHAnsi"/>
                <w:b/>
              </w:rPr>
              <w:t>TELEPHONE:</w:t>
            </w:r>
          </w:p>
          <w:p w14:paraId="661DF4BF" w14:textId="77777777" w:rsidR="00061135" w:rsidRPr="00625B3C" w:rsidRDefault="00061135" w:rsidP="00160C64">
            <w:pPr>
              <w:rPr>
                <w:rFonts w:asciiTheme="majorHAnsi" w:hAnsiTheme="majorHAnsi"/>
                <w:b/>
                <w:bCs/>
              </w:rPr>
            </w:pPr>
            <w:r w:rsidRPr="4683D713">
              <w:rPr>
                <w:rFonts w:asciiTheme="majorHAnsi" w:hAnsiTheme="majorHAnsi"/>
                <w:b/>
                <w:bCs/>
              </w:rPr>
              <w:t>EMAIL:</w:t>
            </w:r>
          </w:p>
        </w:tc>
      </w:tr>
      <w:tr w:rsidR="00061135" w:rsidRPr="00625B3C" w14:paraId="174D9184" w14:textId="77777777" w:rsidTr="00160C64">
        <w:tc>
          <w:tcPr>
            <w:tcW w:w="9242" w:type="dxa"/>
            <w:shd w:val="clear" w:color="auto" w:fill="auto"/>
          </w:tcPr>
          <w:p w14:paraId="7C4E577E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  <w:r w:rsidRPr="00625B3C">
              <w:rPr>
                <w:rFonts w:asciiTheme="majorHAnsi" w:hAnsiTheme="majorHAnsi"/>
                <w:b/>
              </w:rPr>
              <w:t>CONTACT FOR APPLICATION</w:t>
            </w:r>
          </w:p>
          <w:p w14:paraId="647F6D3D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  <w:r w:rsidRPr="00625B3C">
              <w:rPr>
                <w:rFonts w:asciiTheme="majorHAnsi" w:hAnsiTheme="majorHAnsi"/>
                <w:b/>
              </w:rPr>
              <w:t>NAME:</w:t>
            </w:r>
          </w:p>
          <w:p w14:paraId="078EAFBB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  <w:r w:rsidRPr="00625B3C">
              <w:rPr>
                <w:rFonts w:asciiTheme="majorHAnsi" w:hAnsiTheme="majorHAnsi"/>
                <w:b/>
              </w:rPr>
              <w:t>TITLE:</w:t>
            </w:r>
          </w:p>
          <w:p w14:paraId="07F84200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  <w:r w:rsidRPr="00625B3C">
              <w:rPr>
                <w:rFonts w:asciiTheme="majorHAnsi" w:hAnsiTheme="majorHAnsi"/>
                <w:b/>
              </w:rPr>
              <w:t>TELEPHONE:</w:t>
            </w:r>
          </w:p>
          <w:p w14:paraId="5A089BCB" w14:textId="77777777" w:rsidR="00061135" w:rsidRPr="00625B3C" w:rsidRDefault="00061135" w:rsidP="00160C64">
            <w:pPr>
              <w:rPr>
                <w:rFonts w:asciiTheme="majorHAnsi" w:hAnsiTheme="majorHAnsi"/>
                <w:b/>
                <w:bCs/>
              </w:rPr>
            </w:pPr>
            <w:r w:rsidRPr="4683D713">
              <w:rPr>
                <w:rFonts w:asciiTheme="majorHAnsi" w:hAnsiTheme="majorHAnsi"/>
                <w:b/>
                <w:bCs/>
              </w:rPr>
              <w:t>EMAIL:</w:t>
            </w:r>
          </w:p>
        </w:tc>
      </w:tr>
      <w:tr w:rsidR="00061135" w:rsidRPr="00625B3C" w14:paraId="64DFF4B5" w14:textId="77777777" w:rsidTr="00160C64">
        <w:tc>
          <w:tcPr>
            <w:tcW w:w="9242" w:type="dxa"/>
            <w:shd w:val="clear" w:color="auto" w:fill="auto"/>
          </w:tcPr>
          <w:p w14:paraId="15D43578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  <w:r w:rsidRPr="00625B3C">
              <w:rPr>
                <w:rFonts w:asciiTheme="majorHAnsi" w:hAnsiTheme="majorHAnsi"/>
                <w:b/>
              </w:rPr>
              <w:t>TAX STATUS:</w:t>
            </w:r>
          </w:p>
          <w:p w14:paraId="0913FF22" w14:textId="77777777" w:rsidR="00061135" w:rsidRPr="00625B3C" w:rsidRDefault="00061135" w:rsidP="00160C64">
            <w:pPr>
              <w:ind w:left="720"/>
              <w:rPr>
                <w:rFonts w:asciiTheme="majorHAnsi" w:hAnsiTheme="majorHAnsi"/>
                <w:b/>
                <w:bCs/>
              </w:rPr>
            </w:pPr>
            <w:r w:rsidRPr="4683D713">
              <w:rPr>
                <w:rFonts w:asciiTheme="majorHAnsi" w:hAnsiTheme="majorHAnsi"/>
                <w:b/>
                <w:bCs/>
              </w:rPr>
              <w:t>DEDUCTIBLE GIFT RECIPIENT:            Yes            No</w:t>
            </w:r>
          </w:p>
          <w:p w14:paraId="3B707908" w14:textId="34D5AFA4" w:rsidR="00061135" w:rsidRPr="00625B3C" w:rsidRDefault="00061135" w:rsidP="00061135">
            <w:pPr>
              <w:ind w:left="720"/>
              <w:rPr>
                <w:rFonts w:asciiTheme="majorHAnsi" w:hAnsiTheme="majorHAnsi"/>
                <w:b/>
              </w:rPr>
            </w:pPr>
            <w:r w:rsidRPr="00625B3C">
              <w:rPr>
                <w:rFonts w:asciiTheme="majorHAnsi" w:hAnsiTheme="majorHAnsi"/>
                <w:b/>
              </w:rPr>
              <w:t xml:space="preserve">TAX CONCESSION CHARITY:               Yes            No          </w:t>
            </w:r>
          </w:p>
        </w:tc>
      </w:tr>
      <w:tr w:rsidR="00061135" w14:paraId="7FA4F5DC" w14:textId="77777777" w:rsidTr="00160C64">
        <w:tc>
          <w:tcPr>
            <w:tcW w:w="9236" w:type="dxa"/>
            <w:shd w:val="clear" w:color="auto" w:fill="auto"/>
          </w:tcPr>
          <w:p w14:paraId="516A623F" w14:textId="77777777" w:rsidR="00061135" w:rsidRDefault="00061135" w:rsidP="00160C64">
            <w:pPr>
              <w:rPr>
                <w:rFonts w:asciiTheme="majorHAnsi" w:hAnsiTheme="majorHAnsi"/>
                <w:b/>
                <w:bCs/>
              </w:rPr>
            </w:pPr>
            <w:r w:rsidRPr="4683D713">
              <w:rPr>
                <w:rFonts w:asciiTheme="majorHAnsi" w:hAnsiTheme="majorHAnsi"/>
                <w:b/>
                <w:bCs/>
              </w:rPr>
              <w:lastRenderedPageBreak/>
              <w:t>WHERE DID YOU HEAR ABOUT THE W&amp;C GRANT?</w:t>
            </w:r>
          </w:p>
          <w:p w14:paraId="55EDA771" w14:textId="77777777" w:rsidR="00061135" w:rsidRDefault="00061135" w:rsidP="00160C64">
            <w:pPr>
              <w:rPr>
                <w:rFonts w:asciiTheme="majorHAnsi" w:hAnsiTheme="majorHAnsi"/>
                <w:b/>
                <w:bCs/>
              </w:rPr>
            </w:pPr>
          </w:p>
          <w:p w14:paraId="7EBBA48F" w14:textId="7947E373" w:rsidR="00061135" w:rsidRDefault="00061135" w:rsidP="00160C64">
            <w:pPr>
              <w:rPr>
                <w:rFonts w:asciiTheme="majorHAnsi" w:hAnsiTheme="majorHAnsi"/>
                <w:b/>
                <w:bCs/>
              </w:rPr>
            </w:pPr>
          </w:p>
        </w:tc>
      </w:tr>
    </w:tbl>
    <w:p w14:paraId="7678F91F" w14:textId="77777777" w:rsidR="00061135" w:rsidRDefault="00061135" w:rsidP="00061135">
      <w:pPr>
        <w:rPr>
          <w:rFonts w:asciiTheme="majorHAnsi" w:hAnsiTheme="maj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061135" w:rsidRPr="00625B3C" w14:paraId="299FA6F2" w14:textId="77777777" w:rsidTr="00160C64">
        <w:trPr>
          <w:trHeight w:val="373"/>
        </w:trPr>
        <w:tc>
          <w:tcPr>
            <w:tcW w:w="9236" w:type="dxa"/>
            <w:shd w:val="clear" w:color="auto" w:fill="D9D9D9" w:themeFill="background1" w:themeFillShade="D9"/>
          </w:tcPr>
          <w:p w14:paraId="19FA1260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  <w:r w:rsidRPr="00625B3C">
              <w:rPr>
                <w:rFonts w:asciiTheme="majorHAnsi" w:hAnsiTheme="majorHAnsi"/>
                <w:b/>
              </w:rPr>
              <w:t>PROJECT DETAILS</w:t>
            </w:r>
          </w:p>
        </w:tc>
      </w:tr>
      <w:tr w:rsidR="00061135" w:rsidRPr="00625B3C" w14:paraId="2AE64BEB" w14:textId="77777777" w:rsidTr="00160C64">
        <w:tc>
          <w:tcPr>
            <w:tcW w:w="9236" w:type="dxa"/>
            <w:shd w:val="clear" w:color="auto" w:fill="auto"/>
          </w:tcPr>
          <w:p w14:paraId="6CD462FC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  <w:r w:rsidRPr="00625B3C">
              <w:rPr>
                <w:rFonts w:asciiTheme="majorHAnsi" w:hAnsiTheme="majorHAnsi"/>
                <w:b/>
              </w:rPr>
              <w:t>PROJECT TITLE:</w:t>
            </w:r>
          </w:p>
        </w:tc>
      </w:tr>
      <w:tr w:rsidR="00061135" w:rsidRPr="00625B3C" w14:paraId="44B75684" w14:textId="77777777" w:rsidTr="00160C64">
        <w:tc>
          <w:tcPr>
            <w:tcW w:w="9236" w:type="dxa"/>
            <w:shd w:val="clear" w:color="auto" w:fill="auto"/>
          </w:tcPr>
          <w:p w14:paraId="5FFB3F46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  <w:r w:rsidRPr="00625B3C">
              <w:rPr>
                <w:rFonts w:asciiTheme="majorHAnsi" w:hAnsiTheme="majorHAnsi"/>
                <w:b/>
              </w:rPr>
              <w:t>PROJECT START DATE:                                              PROJECT END DATE:</w:t>
            </w:r>
          </w:p>
        </w:tc>
      </w:tr>
      <w:tr w:rsidR="00061135" w:rsidRPr="00625B3C" w14:paraId="47E32ED4" w14:textId="77777777" w:rsidTr="00160C64">
        <w:tc>
          <w:tcPr>
            <w:tcW w:w="9236" w:type="dxa"/>
            <w:shd w:val="clear" w:color="auto" w:fill="auto"/>
          </w:tcPr>
          <w:p w14:paraId="487EE9FB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  <w:r w:rsidRPr="00625B3C">
              <w:rPr>
                <w:rFonts w:asciiTheme="majorHAnsi" w:hAnsiTheme="majorHAnsi"/>
                <w:b/>
              </w:rPr>
              <w:t>AMOUNT REQUESTED:                                             TOTAL PROJECT COST:</w:t>
            </w:r>
          </w:p>
        </w:tc>
      </w:tr>
      <w:tr w:rsidR="00061135" w:rsidRPr="00625B3C" w14:paraId="3C3C0B9A" w14:textId="77777777" w:rsidTr="00160C64">
        <w:tc>
          <w:tcPr>
            <w:tcW w:w="9236" w:type="dxa"/>
            <w:shd w:val="clear" w:color="auto" w:fill="auto"/>
          </w:tcPr>
          <w:p w14:paraId="71886363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  <w:r w:rsidRPr="00625B3C">
              <w:rPr>
                <w:rFonts w:asciiTheme="majorHAnsi" w:hAnsiTheme="majorHAnsi"/>
                <w:b/>
              </w:rPr>
              <w:t>BRIEF PROJECT DESCRIPTION: (A short summary of your project, including the aim) (100 words)</w:t>
            </w:r>
          </w:p>
          <w:p w14:paraId="1859CE25" w14:textId="77777777" w:rsidR="00061135" w:rsidRPr="00625B3C" w:rsidRDefault="00061135" w:rsidP="00160C64">
            <w:pPr>
              <w:rPr>
                <w:rFonts w:asciiTheme="majorHAnsi" w:hAnsiTheme="majorHAnsi"/>
                <w:b/>
                <w:bCs/>
              </w:rPr>
            </w:pPr>
          </w:p>
          <w:p w14:paraId="48461A9D" w14:textId="77777777" w:rsidR="00061135" w:rsidRDefault="00061135" w:rsidP="00160C64">
            <w:pPr>
              <w:rPr>
                <w:rFonts w:asciiTheme="majorHAnsi" w:hAnsiTheme="majorHAnsi"/>
                <w:b/>
                <w:bCs/>
              </w:rPr>
            </w:pPr>
          </w:p>
          <w:p w14:paraId="4477C337" w14:textId="77777777" w:rsidR="00061135" w:rsidRDefault="00061135" w:rsidP="00160C64">
            <w:pPr>
              <w:rPr>
                <w:rFonts w:asciiTheme="majorHAnsi" w:hAnsiTheme="majorHAnsi"/>
                <w:b/>
                <w:bCs/>
              </w:rPr>
            </w:pPr>
          </w:p>
          <w:p w14:paraId="4188E814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</w:p>
        </w:tc>
      </w:tr>
      <w:tr w:rsidR="00061135" w:rsidRPr="00625B3C" w14:paraId="74D858AE" w14:textId="77777777" w:rsidTr="00160C64">
        <w:tc>
          <w:tcPr>
            <w:tcW w:w="9236" w:type="dxa"/>
            <w:shd w:val="clear" w:color="auto" w:fill="auto"/>
          </w:tcPr>
          <w:p w14:paraId="6695DF98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  <w:r w:rsidRPr="00625B3C">
              <w:rPr>
                <w:rFonts w:asciiTheme="majorHAnsi" w:hAnsiTheme="majorHAnsi"/>
                <w:b/>
              </w:rPr>
              <w:t xml:space="preserve">WHAT DOES YOUR ORGANISATION DO? (A brief overview focusing on the activities and programs you deliver) (200 words) </w:t>
            </w:r>
          </w:p>
          <w:p w14:paraId="1EAFC375" w14:textId="77777777" w:rsidR="00061135" w:rsidRPr="00625B3C" w:rsidRDefault="00061135" w:rsidP="00160C64">
            <w:pPr>
              <w:rPr>
                <w:rFonts w:asciiTheme="majorHAnsi" w:hAnsiTheme="majorHAnsi"/>
              </w:rPr>
            </w:pPr>
          </w:p>
          <w:p w14:paraId="57EA0EEF" w14:textId="77777777" w:rsidR="00061135" w:rsidRPr="00625B3C" w:rsidRDefault="00061135" w:rsidP="00160C64">
            <w:pPr>
              <w:rPr>
                <w:rFonts w:asciiTheme="majorHAnsi" w:hAnsiTheme="majorHAnsi"/>
              </w:rPr>
            </w:pPr>
          </w:p>
          <w:p w14:paraId="494BBFD7" w14:textId="77777777" w:rsidR="00061135" w:rsidRPr="00625B3C" w:rsidRDefault="00061135" w:rsidP="00160C64">
            <w:pPr>
              <w:rPr>
                <w:rFonts w:asciiTheme="majorHAnsi" w:hAnsiTheme="majorHAnsi"/>
              </w:rPr>
            </w:pPr>
          </w:p>
          <w:p w14:paraId="7A0B6CD9" w14:textId="77777777" w:rsidR="00061135" w:rsidRPr="00625B3C" w:rsidRDefault="00061135" w:rsidP="00160C64">
            <w:pPr>
              <w:rPr>
                <w:rFonts w:asciiTheme="majorHAnsi" w:hAnsiTheme="majorHAnsi"/>
              </w:rPr>
            </w:pPr>
          </w:p>
          <w:p w14:paraId="235BC78E" w14:textId="77777777" w:rsidR="00061135" w:rsidRPr="00625B3C" w:rsidRDefault="00061135" w:rsidP="00160C64">
            <w:pPr>
              <w:rPr>
                <w:rFonts w:asciiTheme="majorHAnsi" w:hAnsiTheme="majorHAnsi"/>
              </w:rPr>
            </w:pPr>
          </w:p>
          <w:p w14:paraId="13035CD8" w14:textId="77777777" w:rsidR="00061135" w:rsidRPr="00625B3C" w:rsidRDefault="00061135" w:rsidP="00160C64">
            <w:pPr>
              <w:rPr>
                <w:rFonts w:asciiTheme="majorHAnsi" w:hAnsiTheme="majorHAnsi"/>
              </w:rPr>
            </w:pPr>
          </w:p>
          <w:p w14:paraId="030D7E2C" w14:textId="77777777" w:rsidR="00061135" w:rsidRPr="00625B3C" w:rsidRDefault="00061135" w:rsidP="00160C64">
            <w:pPr>
              <w:rPr>
                <w:rFonts w:asciiTheme="majorHAnsi" w:hAnsiTheme="majorHAnsi"/>
              </w:rPr>
            </w:pPr>
          </w:p>
          <w:p w14:paraId="37AE1E33" w14:textId="77777777" w:rsidR="00061135" w:rsidRPr="00625B3C" w:rsidRDefault="00061135" w:rsidP="00160C64">
            <w:pPr>
              <w:rPr>
                <w:rFonts w:asciiTheme="majorHAnsi" w:hAnsiTheme="majorHAnsi"/>
              </w:rPr>
            </w:pPr>
          </w:p>
          <w:p w14:paraId="2DC9578F" w14:textId="77777777" w:rsidR="00061135" w:rsidRPr="00625B3C" w:rsidRDefault="00061135" w:rsidP="00160C64">
            <w:pPr>
              <w:rPr>
                <w:rFonts w:asciiTheme="majorHAnsi" w:hAnsiTheme="majorHAnsi"/>
              </w:rPr>
            </w:pPr>
          </w:p>
          <w:p w14:paraId="2030C8F1" w14:textId="77777777" w:rsidR="00061135" w:rsidRPr="00625B3C" w:rsidRDefault="00061135" w:rsidP="00160C64">
            <w:pPr>
              <w:rPr>
                <w:rFonts w:asciiTheme="majorHAnsi" w:hAnsiTheme="majorHAnsi"/>
              </w:rPr>
            </w:pPr>
          </w:p>
          <w:p w14:paraId="0A997DAD" w14:textId="77777777" w:rsidR="00061135" w:rsidRPr="00625B3C" w:rsidRDefault="00061135" w:rsidP="00160C64">
            <w:pPr>
              <w:rPr>
                <w:rFonts w:asciiTheme="majorHAnsi" w:hAnsiTheme="majorHAnsi"/>
              </w:rPr>
            </w:pPr>
          </w:p>
          <w:p w14:paraId="3D770B32" w14:textId="77777777" w:rsidR="00061135" w:rsidRPr="00625B3C" w:rsidRDefault="00061135" w:rsidP="00160C64">
            <w:pPr>
              <w:rPr>
                <w:rFonts w:asciiTheme="majorHAnsi" w:hAnsiTheme="majorHAnsi"/>
              </w:rPr>
            </w:pPr>
          </w:p>
          <w:p w14:paraId="6EA6174A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</w:p>
        </w:tc>
      </w:tr>
      <w:tr w:rsidR="00061135" w:rsidRPr="00625B3C" w14:paraId="652C2549" w14:textId="77777777" w:rsidTr="00160C64">
        <w:tc>
          <w:tcPr>
            <w:tcW w:w="9236" w:type="dxa"/>
            <w:shd w:val="clear" w:color="auto" w:fill="D9D9D9" w:themeFill="background1" w:themeFillShade="D9"/>
          </w:tcPr>
          <w:p w14:paraId="2ACF1382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  <w:r w:rsidRPr="00625B3C">
              <w:rPr>
                <w:rFonts w:asciiTheme="majorHAnsi" w:hAnsiTheme="majorHAnsi"/>
                <w:b/>
              </w:rPr>
              <w:lastRenderedPageBreak/>
              <w:t>DETAILED PROJECT DESCRIPTION:</w:t>
            </w:r>
          </w:p>
        </w:tc>
      </w:tr>
      <w:tr w:rsidR="00061135" w:rsidRPr="00625B3C" w14:paraId="2250FB2D" w14:textId="77777777" w:rsidTr="00160C64">
        <w:tc>
          <w:tcPr>
            <w:tcW w:w="9236" w:type="dxa"/>
            <w:shd w:val="clear" w:color="auto" w:fill="auto"/>
          </w:tcPr>
          <w:p w14:paraId="699F5129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  <w:r w:rsidRPr="00625B3C">
              <w:rPr>
                <w:rFonts w:asciiTheme="majorHAnsi" w:hAnsiTheme="majorHAnsi"/>
                <w:b/>
              </w:rPr>
              <w:t>WHY DOES THIS WORK NEED TO BE DONE? (The specific issue or need you want to address) (200 words)</w:t>
            </w:r>
          </w:p>
          <w:p w14:paraId="1FF98476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</w:p>
          <w:p w14:paraId="425B724B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</w:p>
          <w:p w14:paraId="493C6F67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</w:p>
          <w:p w14:paraId="2E8A9930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</w:p>
          <w:p w14:paraId="162386F4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</w:p>
          <w:p w14:paraId="6BFD012D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</w:p>
          <w:p w14:paraId="64230093" w14:textId="77777777" w:rsidR="00061135" w:rsidRPr="00625B3C" w:rsidRDefault="00061135" w:rsidP="00160C64">
            <w:pPr>
              <w:rPr>
                <w:rFonts w:asciiTheme="majorHAnsi" w:hAnsiTheme="majorHAnsi"/>
                <w:b/>
                <w:bCs/>
              </w:rPr>
            </w:pPr>
          </w:p>
          <w:p w14:paraId="2DD9F087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</w:p>
          <w:p w14:paraId="1CED3ED1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</w:p>
          <w:p w14:paraId="548F8E3F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</w:p>
        </w:tc>
      </w:tr>
      <w:tr w:rsidR="00061135" w:rsidRPr="00625B3C" w14:paraId="69FCD916" w14:textId="77777777" w:rsidTr="00160C64">
        <w:tc>
          <w:tcPr>
            <w:tcW w:w="9236" w:type="dxa"/>
            <w:shd w:val="clear" w:color="auto" w:fill="auto"/>
          </w:tcPr>
          <w:p w14:paraId="17C0C398" w14:textId="77777777" w:rsidR="00061135" w:rsidRPr="00625B3C" w:rsidRDefault="00061135" w:rsidP="00160C64">
            <w:pPr>
              <w:rPr>
                <w:rFonts w:asciiTheme="majorHAnsi" w:hAnsiTheme="majorHAnsi"/>
                <w:b/>
                <w:bCs/>
              </w:rPr>
            </w:pPr>
            <w:r w:rsidRPr="56F4569A">
              <w:rPr>
                <w:rFonts w:asciiTheme="majorHAnsi" w:hAnsiTheme="majorHAnsi"/>
                <w:b/>
                <w:bCs/>
              </w:rPr>
              <w:t>WHAT WILL YOU DO? (The specific activities that will take place and where they will take place) (200 words) Please confirm the project will be completed by 30</w:t>
            </w:r>
            <w:r w:rsidRPr="56F4569A">
              <w:rPr>
                <w:rFonts w:asciiTheme="majorHAnsi" w:hAnsiTheme="majorHAnsi"/>
                <w:b/>
                <w:bCs/>
                <w:vertAlign w:val="superscript"/>
              </w:rPr>
              <w:t>th</w:t>
            </w:r>
            <w:r w:rsidRPr="56F4569A">
              <w:rPr>
                <w:rFonts w:asciiTheme="majorHAnsi" w:hAnsiTheme="majorHAnsi"/>
                <w:b/>
                <w:bCs/>
              </w:rPr>
              <w:t xml:space="preserve"> </w:t>
            </w:r>
            <w:r w:rsidRPr="56F4569A">
              <w:rPr>
                <w:rFonts w:asciiTheme="majorHAnsi" w:hAnsiTheme="majorHAnsi"/>
                <w:b/>
                <w:bCs/>
                <w:color w:val="000000" w:themeColor="text1"/>
              </w:rPr>
              <w:t>November 2021.</w:t>
            </w:r>
            <w:r w:rsidRPr="56F4569A">
              <w:rPr>
                <w:rFonts w:asciiTheme="majorHAnsi" w:hAnsiTheme="majorHAnsi"/>
                <w:b/>
                <w:bCs/>
              </w:rPr>
              <w:t xml:space="preserve"> </w:t>
            </w:r>
          </w:p>
          <w:p w14:paraId="591C5451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</w:p>
          <w:p w14:paraId="2EDB86D0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</w:p>
          <w:p w14:paraId="36CF95CE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</w:p>
          <w:p w14:paraId="54B2DB2C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</w:p>
          <w:p w14:paraId="6C8F10EE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</w:p>
          <w:p w14:paraId="47897485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</w:p>
          <w:p w14:paraId="7F47E81B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</w:p>
          <w:p w14:paraId="04A05331" w14:textId="77777777" w:rsidR="00061135" w:rsidRPr="00625B3C" w:rsidRDefault="00061135" w:rsidP="00160C64">
            <w:pPr>
              <w:rPr>
                <w:rFonts w:asciiTheme="majorHAnsi" w:hAnsiTheme="majorHAnsi"/>
                <w:b/>
                <w:bCs/>
              </w:rPr>
            </w:pPr>
          </w:p>
          <w:p w14:paraId="15A42A30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</w:p>
          <w:p w14:paraId="55F32D6E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</w:p>
          <w:p w14:paraId="64858FA8" w14:textId="77777777" w:rsidR="00061135" w:rsidRDefault="00061135" w:rsidP="00160C64">
            <w:pPr>
              <w:rPr>
                <w:rFonts w:asciiTheme="majorHAnsi" w:hAnsiTheme="majorHAnsi"/>
                <w:b/>
                <w:bCs/>
              </w:rPr>
            </w:pPr>
          </w:p>
          <w:p w14:paraId="6D22C56D" w14:textId="193D6CD9" w:rsidR="00061135" w:rsidRPr="00625B3C" w:rsidRDefault="00061135" w:rsidP="00160C64">
            <w:pPr>
              <w:rPr>
                <w:rFonts w:asciiTheme="majorHAnsi" w:hAnsiTheme="majorHAnsi"/>
                <w:b/>
                <w:bCs/>
              </w:rPr>
            </w:pPr>
          </w:p>
        </w:tc>
      </w:tr>
      <w:tr w:rsidR="00061135" w:rsidRPr="00625B3C" w14:paraId="6FF690AE" w14:textId="77777777" w:rsidTr="00160C64">
        <w:tc>
          <w:tcPr>
            <w:tcW w:w="9236" w:type="dxa"/>
            <w:shd w:val="clear" w:color="auto" w:fill="auto"/>
          </w:tcPr>
          <w:p w14:paraId="24210FD0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  <w:r w:rsidRPr="00625B3C">
              <w:rPr>
                <w:rFonts w:asciiTheme="majorHAnsi" w:hAnsiTheme="majorHAnsi"/>
                <w:b/>
              </w:rPr>
              <w:lastRenderedPageBreak/>
              <w:t>WHO WILL BENEFIT? (The specific target population that will participate in and/or benefit from this project – including number of people, age, gender, region and other demographics) (100 words)</w:t>
            </w:r>
          </w:p>
          <w:p w14:paraId="23686AD7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</w:p>
          <w:p w14:paraId="77D7907F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</w:p>
          <w:p w14:paraId="23CF4289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</w:p>
          <w:p w14:paraId="613858E9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</w:p>
          <w:p w14:paraId="49B7C600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</w:p>
          <w:p w14:paraId="2A33C24C" w14:textId="77777777" w:rsidR="00061135" w:rsidRPr="00625B3C" w:rsidRDefault="00061135" w:rsidP="00160C64">
            <w:pPr>
              <w:rPr>
                <w:rFonts w:asciiTheme="majorHAnsi" w:hAnsiTheme="majorHAnsi"/>
                <w:b/>
                <w:bCs/>
              </w:rPr>
            </w:pPr>
          </w:p>
          <w:p w14:paraId="1EB19E5A" w14:textId="77777777" w:rsidR="00061135" w:rsidRDefault="00061135" w:rsidP="00160C64">
            <w:pPr>
              <w:rPr>
                <w:rFonts w:asciiTheme="majorHAnsi" w:hAnsiTheme="majorHAnsi"/>
                <w:b/>
                <w:bCs/>
              </w:rPr>
            </w:pPr>
          </w:p>
          <w:p w14:paraId="1F1493C7" w14:textId="77777777" w:rsidR="00061135" w:rsidRDefault="00061135" w:rsidP="00160C64">
            <w:pPr>
              <w:rPr>
                <w:rFonts w:asciiTheme="majorHAnsi" w:hAnsiTheme="majorHAnsi"/>
                <w:b/>
                <w:bCs/>
              </w:rPr>
            </w:pPr>
          </w:p>
          <w:p w14:paraId="7375EBCB" w14:textId="77777777" w:rsidR="00061135" w:rsidRDefault="00061135" w:rsidP="00160C64">
            <w:pPr>
              <w:rPr>
                <w:rFonts w:asciiTheme="majorHAnsi" w:hAnsiTheme="majorHAnsi"/>
                <w:b/>
                <w:bCs/>
              </w:rPr>
            </w:pPr>
          </w:p>
          <w:p w14:paraId="0DE3B4EC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</w:p>
          <w:p w14:paraId="73A0840B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</w:p>
        </w:tc>
      </w:tr>
      <w:tr w:rsidR="00061135" w:rsidRPr="00625B3C" w14:paraId="6994EE4D" w14:textId="77777777" w:rsidTr="00160C64">
        <w:tc>
          <w:tcPr>
            <w:tcW w:w="9236" w:type="dxa"/>
            <w:shd w:val="clear" w:color="auto" w:fill="auto"/>
          </w:tcPr>
          <w:p w14:paraId="6119589F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  <w:r w:rsidRPr="00625B3C">
              <w:rPr>
                <w:rFonts w:asciiTheme="majorHAnsi" w:hAnsiTheme="majorHAnsi"/>
                <w:b/>
              </w:rPr>
              <w:t>WHAT ARE THE EXPECTED OUTCOMES? (What you want to achieve with the project -outcomes are the changes that will occur for the participants/beneficiaries from their involvement in the project) (150 words)</w:t>
            </w:r>
          </w:p>
          <w:p w14:paraId="2469BDE1" w14:textId="77777777" w:rsidR="00061135" w:rsidRPr="00625B3C" w:rsidRDefault="00061135" w:rsidP="00160C64">
            <w:pPr>
              <w:rPr>
                <w:rFonts w:asciiTheme="majorHAnsi" w:hAnsiTheme="majorHAnsi"/>
              </w:rPr>
            </w:pPr>
          </w:p>
          <w:p w14:paraId="07A62CB8" w14:textId="77777777" w:rsidR="00061135" w:rsidRPr="00625B3C" w:rsidRDefault="00061135" w:rsidP="00160C64">
            <w:pPr>
              <w:rPr>
                <w:rFonts w:asciiTheme="majorHAnsi" w:hAnsiTheme="majorHAnsi"/>
              </w:rPr>
            </w:pPr>
          </w:p>
          <w:p w14:paraId="0D0E495E" w14:textId="77777777" w:rsidR="00061135" w:rsidRPr="00625B3C" w:rsidRDefault="00061135" w:rsidP="00160C64">
            <w:pPr>
              <w:rPr>
                <w:rFonts w:asciiTheme="majorHAnsi" w:hAnsiTheme="majorHAnsi"/>
              </w:rPr>
            </w:pPr>
          </w:p>
          <w:p w14:paraId="7821494D" w14:textId="77777777" w:rsidR="00061135" w:rsidRPr="00625B3C" w:rsidRDefault="00061135" w:rsidP="00160C64">
            <w:pPr>
              <w:rPr>
                <w:rFonts w:asciiTheme="majorHAnsi" w:hAnsiTheme="majorHAnsi"/>
              </w:rPr>
            </w:pPr>
          </w:p>
          <w:p w14:paraId="30060AFB" w14:textId="77777777" w:rsidR="00061135" w:rsidRPr="00625B3C" w:rsidRDefault="00061135" w:rsidP="00160C64">
            <w:pPr>
              <w:rPr>
                <w:rFonts w:asciiTheme="majorHAnsi" w:hAnsiTheme="majorHAnsi"/>
              </w:rPr>
            </w:pPr>
          </w:p>
          <w:p w14:paraId="72E00A55" w14:textId="77777777" w:rsidR="00061135" w:rsidRPr="00625B3C" w:rsidRDefault="00061135" w:rsidP="00160C64">
            <w:pPr>
              <w:rPr>
                <w:rFonts w:asciiTheme="majorHAnsi" w:hAnsiTheme="majorHAnsi"/>
              </w:rPr>
            </w:pPr>
          </w:p>
          <w:p w14:paraId="17F96634" w14:textId="77777777" w:rsidR="00061135" w:rsidRDefault="00061135" w:rsidP="00160C64">
            <w:pPr>
              <w:rPr>
                <w:rFonts w:asciiTheme="majorHAnsi" w:hAnsiTheme="majorHAnsi"/>
              </w:rPr>
            </w:pPr>
          </w:p>
          <w:p w14:paraId="55D28E2A" w14:textId="77777777" w:rsidR="00061135" w:rsidRDefault="00061135" w:rsidP="00160C64">
            <w:pPr>
              <w:rPr>
                <w:rFonts w:asciiTheme="majorHAnsi" w:hAnsiTheme="majorHAnsi"/>
              </w:rPr>
            </w:pPr>
          </w:p>
          <w:p w14:paraId="09A4C0B8" w14:textId="217921CD" w:rsidR="00061135" w:rsidRDefault="00061135" w:rsidP="00160C64">
            <w:pPr>
              <w:rPr>
                <w:rFonts w:asciiTheme="majorHAnsi" w:hAnsiTheme="majorHAnsi"/>
              </w:rPr>
            </w:pPr>
          </w:p>
          <w:p w14:paraId="3F12668D" w14:textId="3FF50817" w:rsidR="00061135" w:rsidRDefault="00061135" w:rsidP="00160C64">
            <w:pPr>
              <w:rPr>
                <w:rFonts w:asciiTheme="majorHAnsi" w:hAnsiTheme="majorHAnsi"/>
              </w:rPr>
            </w:pPr>
          </w:p>
          <w:p w14:paraId="36441E2B" w14:textId="77777777" w:rsidR="00061135" w:rsidRPr="00625B3C" w:rsidRDefault="00061135" w:rsidP="00160C64">
            <w:pPr>
              <w:rPr>
                <w:rFonts w:asciiTheme="majorHAnsi" w:hAnsiTheme="majorHAnsi"/>
              </w:rPr>
            </w:pPr>
          </w:p>
          <w:p w14:paraId="1082160F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  <w:r w:rsidRPr="00625B3C">
              <w:rPr>
                <w:rFonts w:asciiTheme="majorHAnsi" w:hAnsiTheme="majorHAnsi"/>
              </w:rPr>
              <w:t xml:space="preserve"> </w:t>
            </w:r>
          </w:p>
        </w:tc>
      </w:tr>
      <w:tr w:rsidR="00061135" w:rsidRPr="00625B3C" w14:paraId="20FB32EF" w14:textId="77777777" w:rsidTr="00160C64">
        <w:trPr>
          <w:trHeight w:val="90"/>
        </w:trPr>
        <w:tc>
          <w:tcPr>
            <w:tcW w:w="9236" w:type="dxa"/>
            <w:shd w:val="clear" w:color="auto" w:fill="auto"/>
          </w:tcPr>
          <w:p w14:paraId="1186EA4D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  <w:r w:rsidRPr="00625B3C">
              <w:rPr>
                <w:rFonts w:asciiTheme="majorHAnsi" w:hAnsiTheme="majorHAnsi"/>
                <w:b/>
              </w:rPr>
              <w:lastRenderedPageBreak/>
              <w:t>HOW WILL YOU KNOW IF THESE OUTCOMES HAVE BEEN ACHIEVED? (What evaluation measures will you use to capture data and results?) (150 words)</w:t>
            </w:r>
          </w:p>
          <w:p w14:paraId="7FD735C7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</w:p>
          <w:p w14:paraId="7E372121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</w:p>
          <w:p w14:paraId="23FEE959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</w:p>
          <w:p w14:paraId="054AC6A4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</w:p>
          <w:p w14:paraId="20B323BF" w14:textId="77777777" w:rsidR="00061135" w:rsidRPr="00625B3C" w:rsidRDefault="00061135" w:rsidP="00160C64">
            <w:pPr>
              <w:rPr>
                <w:rFonts w:asciiTheme="majorHAnsi" w:hAnsiTheme="majorHAnsi"/>
                <w:b/>
                <w:bCs/>
              </w:rPr>
            </w:pPr>
          </w:p>
          <w:p w14:paraId="136F29A3" w14:textId="77777777" w:rsidR="00061135" w:rsidRPr="00625B3C" w:rsidRDefault="00061135" w:rsidP="00160C64">
            <w:pPr>
              <w:rPr>
                <w:rFonts w:asciiTheme="majorHAnsi" w:hAnsiTheme="majorHAnsi"/>
                <w:b/>
                <w:bCs/>
              </w:rPr>
            </w:pPr>
          </w:p>
          <w:p w14:paraId="2A9CFE20" w14:textId="77777777" w:rsidR="00061135" w:rsidRDefault="00061135" w:rsidP="00160C64">
            <w:pPr>
              <w:rPr>
                <w:rFonts w:asciiTheme="majorHAnsi" w:hAnsiTheme="majorHAnsi"/>
                <w:b/>
                <w:bCs/>
              </w:rPr>
            </w:pPr>
          </w:p>
          <w:p w14:paraId="63CDD608" w14:textId="77777777" w:rsidR="00061135" w:rsidRDefault="00061135" w:rsidP="00160C64">
            <w:pPr>
              <w:rPr>
                <w:rFonts w:asciiTheme="majorHAnsi" w:hAnsiTheme="majorHAnsi"/>
                <w:b/>
                <w:bCs/>
              </w:rPr>
            </w:pPr>
          </w:p>
          <w:p w14:paraId="6A98EAE3" w14:textId="77777777" w:rsidR="00061135" w:rsidRDefault="00061135" w:rsidP="00160C64">
            <w:pPr>
              <w:rPr>
                <w:rFonts w:asciiTheme="majorHAnsi" w:hAnsiTheme="majorHAnsi"/>
                <w:b/>
                <w:bCs/>
              </w:rPr>
            </w:pPr>
          </w:p>
          <w:p w14:paraId="0777FB95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</w:p>
        </w:tc>
      </w:tr>
    </w:tbl>
    <w:p w14:paraId="5FDDD051" w14:textId="77777777" w:rsidR="00061135" w:rsidRPr="00625B3C" w:rsidRDefault="00061135" w:rsidP="00061135">
      <w:pPr>
        <w:rPr>
          <w:rFonts w:asciiTheme="majorHAnsi" w:hAnsiTheme="majorHAnsi"/>
          <w:b/>
          <w:bCs/>
        </w:rPr>
      </w:pPr>
    </w:p>
    <w:p w14:paraId="5B8D96EE" w14:textId="77777777" w:rsidR="00061135" w:rsidRPr="00625B3C" w:rsidRDefault="00061135" w:rsidP="00061135">
      <w:pPr>
        <w:rPr>
          <w:rFonts w:asciiTheme="majorHAnsi" w:hAnsiTheme="majorHAnsi"/>
          <w:b/>
          <w:bCs/>
        </w:rPr>
      </w:pPr>
    </w:p>
    <w:p w14:paraId="61E40AB1" w14:textId="6E4619DB" w:rsidR="00061135" w:rsidRDefault="00061135" w:rsidP="00061135">
      <w:pPr>
        <w:rPr>
          <w:rFonts w:asciiTheme="majorHAnsi" w:hAnsiTheme="majorHAnsi"/>
          <w:b/>
          <w:bCs/>
        </w:rPr>
      </w:pPr>
    </w:p>
    <w:p w14:paraId="125AD648" w14:textId="41DB350A" w:rsidR="00061135" w:rsidRDefault="00061135" w:rsidP="00061135">
      <w:pPr>
        <w:rPr>
          <w:rFonts w:asciiTheme="majorHAnsi" w:hAnsiTheme="majorHAnsi"/>
          <w:b/>
          <w:bCs/>
        </w:rPr>
      </w:pPr>
    </w:p>
    <w:p w14:paraId="118E92E8" w14:textId="25A692B1" w:rsidR="00061135" w:rsidRDefault="00061135" w:rsidP="00061135">
      <w:pPr>
        <w:rPr>
          <w:rFonts w:asciiTheme="majorHAnsi" w:hAnsiTheme="majorHAnsi"/>
          <w:b/>
          <w:bCs/>
        </w:rPr>
      </w:pPr>
    </w:p>
    <w:p w14:paraId="025663ED" w14:textId="4744237C" w:rsidR="00061135" w:rsidRDefault="00061135" w:rsidP="00061135">
      <w:pPr>
        <w:rPr>
          <w:rFonts w:asciiTheme="majorHAnsi" w:hAnsiTheme="majorHAnsi"/>
          <w:b/>
          <w:bCs/>
        </w:rPr>
      </w:pPr>
    </w:p>
    <w:p w14:paraId="1C122238" w14:textId="7EB78479" w:rsidR="00061135" w:rsidRDefault="00061135" w:rsidP="00061135">
      <w:pPr>
        <w:rPr>
          <w:rFonts w:asciiTheme="majorHAnsi" w:hAnsiTheme="majorHAnsi"/>
          <w:b/>
          <w:bCs/>
        </w:rPr>
      </w:pPr>
    </w:p>
    <w:p w14:paraId="616216C2" w14:textId="0B0FF39C" w:rsidR="00061135" w:rsidRDefault="00061135" w:rsidP="00061135">
      <w:pPr>
        <w:rPr>
          <w:rFonts w:asciiTheme="majorHAnsi" w:hAnsiTheme="majorHAnsi"/>
          <w:b/>
          <w:bCs/>
        </w:rPr>
      </w:pPr>
    </w:p>
    <w:p w14:paraId="7E01670F" w14:textId="16DB9DEB" w:rsidR="00061135" w:rsidRDefault="00061135" w:rsidP="00061135">
      <w:pPr>
        <w:rPr>
          <w:rFonts w:asciiTheme="majorHAnsi" w:hAnsiTheme="majorHAnsi"/>
          <w:b/>
          <w:bCs/>
        </w:rPr>
      </w:pPr>
    </w:p>
    <w:p w14:paraId="0245F067" w14:textId="50246374" w:rsidR="00061135" w:rsidRDefault="00061135" w:rsidP="00061135">
      <w:pPr>
        <w:rPr>
          <w:rFonts w:asciiTheme="majorHAnsi" w:hAnsiTheme="majorHAnsi"/>
          <w:b/>
          <w:bCs/>
        </w:rPr>
      </w:pPr>
    </w:p>
    <w:p w14:paraId="1F083049" w14:textId="18313484" w:rsidR="00061135" w:rsidRDefault="00061135" w:rsidP="00061135">
      <w:pPr>
        <w:rPr>
          <w:rFonts w:asciiTheme="majorHAnsi" w:hAnsiTheme="majorHAnsi"/>
          <w:b/>
          <w:bCs/>
        </w:rPr>
      </w:pPr>
    </w:p>
    <w:p w14:paraId="32B8772F" w14:textId="69C107A2" w:rsidR="00061135" w:rsidRDefault="00061135" w:rsidP="00061135">
      <w:pPr>
        <w:rPr>
          <w:rFonts w:asciiTheme="majorHAnsi" w:hAnsiTheme="majorHAnsi"/>
          <w:b/>
          <w:bCs/>
        </w:rPr>
      </w:pPr>
    </w:p>
    <w:p w14:paraId="2D4ECF95" w14:textId="437E5907" w:rsidR="00061135" w:rsidRDefault="00061135" w:rsidP="00061135">
      <w:pPr>
        <w:rPr>
          <w:rFonts w:asciiTheme="majorHAnsi" w:hAnsiTheme="majorHAnsi"/>
          <w:b/>
          <w:bCs/>
        </w:rPr>
      </w:pPr>
    </w:p>
    <w:p w14:paraId="612A2979" w14:textId="2985EF2F" w:rsidR="00061135" w:rsidRDefault="00061135" w:rsidP="00061135">
      <w:pPr>
        <w:rPr>
          <w:rFonts w:asciiTheme="majorHAnsi" w:hAnsiTheme="majorHAnsi"/>
          <w:b/>
          <w:bCs/>
        </w:rPr>
      </w:pPr>
    </w:p>
    <w:p w14:paraId="1235AAF4" w14:textId="2FEC140E" w:rsidR="00061135" w:rsidRDefault="00061135" w:rsidP="00061135">
      <w:pPr>
        <w:rPr>
          <w:rFonts w:asciiTheme="majorHAnsi" w:hAnsiTheme="majorHAnsi"/>
          <w:b/>
          <w:bCs/>
        </w:rPr>
      </w:pPr>
    </w:p>
    <w:p w14:paraId="0ECA2685" w14:textId="7C347017" w:rsidR="00061135" w:rsidRDefault="00061135" w:rsidP="00061135">
      <w:pPr>
        <w:rPr>
          <w:rFonts w:asciiTheme="majorHAnsi" w:hAnsiTheme="majorHAnsi"/>
          <w:b/>
          <w:bCs/>
        </w:rPr>
      </w:pPr>
    </w:p>
    <w:p w14:paraId="02BD0FE8" w14:textId="77777777" w:rsidR="00061135" w:rsidRPr="00625B3C" w:rsidRDefault="00061135" w:rsidP="00061135">
      <w:pPr>
        <w:rPr>
          <w:rFonts w:asciiTheme="majorHAnsi" w:hAnsiTheme="majorHAnsi"/>
          <w:b/>
          <w:bCs/>
        </w:rPr>
      </w:pPr>
    </w:p>
    <w:p w14:paraId="047B072A" w14:textId="77777777" w:rsidR="00061135" w:rsidRPr="00625B3C" w:rsidRDefault="00061135" w:rsidP="00061135">
      <w:pPr>
        <w:rPr>
          <w:rFonts w:asciiTheme="majorHAnsi" w:hAnsiTheme="majorHAnsi"/>
          <w:b/>
          <w:bCs/>
        </w:rPr>
      </w:pPr>
    </w:p>
    <w:p w14:paraId="7ECE8815" w14:textId="77777777" w:rsidR="00061135" w:rsidRPr="00625B3C" w:rsidRDefault="00061135" w:rsidP="00061135">
      <w:pPr>
        <w:rPr>
          <w:rFonts w:asciiTheme="majorHAnsi" w:hAnsiTheme="majorHAnsi"/>
          <w:b/>
          <w:bCs/>
        </w:rPr>
      </w:pPr>
      <w:r w:rsidRPr="4683D713">
        <w:rPr>
          <w:rFonts w:asciiTheme="majorHAnsi" w:hAnsiTheme="majorHAnsi"/>
          <w:b/>
          <w:bCs/>
        </w:rPr>
        <w:lastRenderedPageBreak/>
        <w:t>PROJECT BUDGET</w:t>
      </w:r>
    </w:p>
    <w:p w14:paraId="544785D0" w14:textId="77777777" w:rsidR="00061135" w:rsidRPr="00625B3C" w:rsidRDefault="00061135" w:rsidP="00061135">
      <w:pPr>
        <w:rPr>
          <w:rFonts w:asciiTheme="majorHAnsi" w:hAnsiTheme="majorHAnsi"/>
          <w:b/>
        </w:rPr>
      </w:pPr>
      <w:r w:rsidRPr="00625B3C">
        <w:rPr>
          <w:rFonts w:asciiTheme="majorHAnsi" w:hAnsiTheme="majorHAnsi"/>
          <w:b/>
        </w:rPr>
        <w:t xml:space="preserve">Outline your project budget including details of other funding that has been confirmed and applied for. The budget must balance (total income = total expenditure). </w:t>
      </w:r>
    </w:p>
    <w:p w14:paraId="56E563E3" w14:textId="77777777" w:rsidR="00061135" w:rsidRPr="00625B3C" w:rsidRDefault="00061135" w:rsidP="00061135">
      <w:pPr>
        <w:rPr>
          <w:rFonts w:asciiTheme="majorHAnsi" w:hAnsiTheme="majorHAnsi"/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2977"/>
      </w:tblGrid>
      <w:tr w:rsidR="00061135" w:rsidRPr="00625B3C" w14:paraId="10B5C81D" w14:textId="77777777" w:rsidTr="00160C64">
        <w:tc>
          <w:tcPr>
            <w:tcW w:w="6345" w:type="dxa"/>
            <w:shd w:val="clear" w:color="auto" w:fill="D9D9D9"/>
          </w:tcPr>
          <w:p w14:paraId="3935E7D0" w14:textId="77777777" w:rsidR="00061135" w:rsidRPr="00625B3C" w:rsidRDefault="00061135" w:rsidP="00160C64">
            <w:pPr>
              <w:jc w:val="center"/>
              <w:rPr>
                <w:rFonts w:asciiTheme="majorHAnsi" w:hAnsiTheme="majorHAnsi"/>
                <w:b/>
              </w:rPr>
            </w:pPr>
            <w:r w:rsidRPr="00625B3C">
              <w:rPr>
                <w:rFonts w:asciiTheme="majorHAnsi" w:hAnsiTheme="majorHAnsi"/>
                <w:b/>
              </w:rPr>
              <w:t>INCOME</w:t>
            </w:r>
          </w:p>
        </w:tc>
        <w:tc>
          <w:tcPr>
            <w:tcW w:w="2977" w:type="dxa"/>
            <w:shd w:val="clear" w:color="auto" w:fill="D9D9D9"/>
          </w:tcPr>
          <w:p w14:paraId="640AE310" w14:textId="77777777" w:rsidR="00061135" w:rsidRPr="00625B3C" w:rsidRDefault="00061135" w:rsidP="00160C64">
            <w:pPr>
              <w:jc w:val="center"/>
              <w:rPr>
                <w:rFonts w:asciiTheme="majorHAnsi" w:hAnsiTheme="majorHAnsi"/>
                <w:b/>
              </w:rPr>
            </w:pPr>
            <w:r w:rsidRPr="00625B3C">
              <w:rPr>
                <w:rFonts w:asciiTheme="majorHAnsi" w:hAnsiTheme="majorHAnsi"/>
                <w:b/>
              </w:rPr>
              <w:t>$</w:t>
            </w:r>
          </w:p>
        </w:tc>
      </w:tr>
      <w:tr w:rsidR="00061135" w:rsidRPr="00625B3C" w14:paraId="0086441C" w14:textId="77777777" w:rsidTr="00160C64">
        <w:tc>
          <w:tcPr>
            <w:tcW w:w="6345" w:type="dxa"/>
            <w:shd w:val="clear" w:color="auto" w:fill="auto"/>
          </w:tcPr>
          <w:p w14:paraId="28CAB835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  <w:r w:rsidRPr="00625B3C">
              <w:rPr>
                <w:rFonts w:asciiTheme="majorHAnsi" w:hAnsiTheme="majorHAnsi"/>
                <w:b/>
              </w:rPr>
              <w:t xml:space="preserve">Amount requested in this application </w:t>
            </w:r>
          </w:p>
        </w:tc>
        <w:tc>
          <w:tcPr>
            <w:tcW w:w="2977" w:type="dxa"/>
            <w:shd w:val="clear" w:color="auto" w:fill="auto"/>
          </w:tcPr>
          <w:p w14:paraId="0409A186" w14:textId="77777777" w:rsidR="00061135" w:rsidRPr="00625B3C" w:rsidRDefault="00061135" w:rsidP="00160C64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061135" w:rsidRPr="00625B3C" w14:paraId="483E981B" w14:textId="77777777" w:rsidTr="00160C64">
        <w:trPr>
          <w:trHeight w:val="2307"/>
        </w:trPr>
        <w:tc>
          <w:tcPr>
            <w:tcW w:w="6345" w:type="dxa"/>
            <w:shd w:val="clear" w:color="auto" w:fill="auto"/>
          </w:tcPr>
          <w:p w14:paraId="39EFA304" w14:textId="77777777" w:rsidR="00061135" w:rsidRPr="00625B3C" w:rsidRDefault="00061135" w:rsidP="00160C64">
            <w:pPr>
              <w:rPr>
                <w:rFonts w:asciiTheme="majorHAnsi" w:hAnsiTheme="majorHAnsi"/>
                <w:b/>
                <w:u w:val="single"/>
              </w:rPr>
            </w:pPr>
            <w:r w:rsidRPr="00625B3C">
              <w:rPr>
                <w:rFonts w:asciiTheme="majorHAnsi" w:hAnsiTheme="majorHAnsi"/>
                <w:b/>
                <w:u w:val="single"/>
              </w:rPr>
              <w:t>Other funding sources</w:t>
            </w:r>
          </w:p>
          <w:p w14:paraId="394D96D0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  <w:r w:rsidRPr="00625B3C">
              <w:rPr>
                <w:rFonts w:asciiTheme="majorHAnsi" w:hAnsiTheme="majorHAnsi"/>
                <w:b/>
              </w:rPr>
              <w:t>Confirmed Funding (list name of funders and confirmed amount, including your cash contribution)</w:t>
            </w:r>
          </w:p>
          <w:p w14:paraId="709F7E01" w14:textId="77777777" w:rsidR="00061135" w:rsidRPr="00625B3C" w:rsidRDefault="00061135" w:rsidP="00160C64">
            <w:pPr>
              <w:numPr>
                <w:ilvl w:val="0"/>
                <w:numId w:val="1"/>
              </w:numPr>
              <w:rPr>
                <w:rFonts w:asciiTheme="majorHAnsi" w:hAnsiTheme="majorHAnsi"/>
                <w:b/>
              </w:rPr>
            </w:pPr>
          </w:p>
          <w:p w14:paraId="31B1E167" w14:textId="77777777" w:rsidR="00061135" w:rsidRPr="00625B3C" w:rsidRDefault="00061135" w:rsidP="00160C64">
            <w:pPr>
              <w:numPr>
                <w:ilvl w:val="0"/>
                <w:numId w:val="1"/>
              </w:numPr>
              <w:rPr>
                <w:rFonts w:asciiTheme="majorHAnsi" w:hAnsiTheme="majorHAnsi"/>
                <w:b/>
              </w:rPr>
            </w:pPr>
          </w:p>
          <w:p w14:paraId="1020FBC5" w14:textId="77777777" w:rsidR="00061135" w:rsidRPr="00625B3C" w:rsidRDefault="00061135" w:rsidP="00160C64">
            <w:pPr>
              <w:numPr>
                <w:ilvl w:val="0"/>
                <w:numId w:val="1"/>
              </w:numPr>
              <w:rPr>
                <w:rFonts w:asciiTheme="majorHAnsi" w:hAnsiTheme="majorHAnsi"/>
                <w:b/>
              </w:rPr>
            </w:pPr>
          </w:p>
          <w:p w14:paraId="5C6775C1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  <w:r w:rsidRPr="00625B3C">
              <w:rPr>
                <w:rFonts w:asciiTheme="majorHAnsi" w:hAnsiTheme="majorHAnsi"/>
                <w:b/>
              </w:rPr>
              <w:t xml:space="preserve">Unconfirmed Funding (if you have applied for other funding that is unconfirmed please list the name of the </w:t>
            </w:r>
            <w:proofErr w:type="spellStart"/>
            <w:r w:rsidRPr="00625B3C">
              <w:rPr>
                <w:rFonts w:asciiTheme="majorHAnsi" w:hAnsiTheme="majorHAnsi"/>
                <w:b/>
              </w:rPr>
              <w:t>organisations</w:t>
            </w:r>
            <w:proofErr w:type="spellEnd"/>
            <w:r w:rsidRPr="00625B3C">
              <w:rPr>
                <w:rFonts w:asciiTheme="majorHAnsi" w:hAnsiTheme="majorHAnsi"/>
                <w:b/>
              </w:rPr>
              <w:t xml:space="preserve"> applied to and amount)</w:t>
            </w:r>
          </w:p>
          <w:p w14:paraId="081D4801" w14:textId="77777777" w:rsidR="00061135" w:rsidRPr="00625B3C" w:rsidRDefault="00061135" w:rsidP="00160C64">
            <w:pPr>
              <w:numPr>
                <w:ilvl w:val="0"/>
                <w:numId w:val="1"/>
              </w:numPr>
              <w:rPr>
                <w:rFonts w:asciiTheme="majorHAnsi" w:hAnsiTheme="majorHAnsi"/>
                <w:b/>
              </w:rPr>
            </w:pPr>
          </w:p>
          <w:p w14:paraId="66600E80" w14:textId="77777777" w:rsidR="00061135" w:rsidRPr="00625B3C" w:rsidRDefault="00061135" w:rsidP="00160C64">
            <w:pPr>
              <w:numPr>
                <w:ilvl w:val="0"/>
                <w:numId w:val="1"/>
              </w:numPr>
              <w:rPr>
                <w:rFonts w:asciiTheme="majorHAnsi" w:hAnsiTheme="majorHAnsi"/>
                <w:b/>
              </w:rPr>
            </w:pPr>
          </w:p>
          <w:p w14:paraId="0E1930ED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977" w:type="dxa"/>
            <w:shd w:val="clear" w:color="auto" w:fill="auto"/>
          </w:tcPr>
          <w:p w14:paraId="7776A134" w14:textId="77777777" w:rsidR="00061135" w:rsidRPr="00625B3C" w:rsidRDefault="00061135" w:rsidP="00160C64">
            <w:pPr>
              <w:jc w:val="center"/>
              <w:rPr>
                <w:rFonts w:asciiTheme="majorHAnsi" w:hAnsiTheme="majorHAnsi"/>
                <w:b/>
              </w:rPr>
            </w:pPr>
          </w:p>
          <w:p w14:paraId="1D132F12" w14:textId="77777777" w:rsidR="00061135" w:rsidRPr="00625B3C" w:rsidRDefault="00061135" w:rsidP="00160C64">
            <w:pPr>
              <w:jc w:val="center"/>
              <w:rPr>
                <w:rFonts w:asciiTheme="majorHAnsi" w:hAnsiTheme="majorHAnsi"/>
                <w:b/>
              </w:rPr>
            </w:pPr>
          </w:p>
          <w:p w14:paraId="04017DAA" w14:textId="77777777" w:rsidR="00061135" w:rsidRPr="00625B3C" w:rsidRDefault="00061135" w:rsidP="00160C64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061135" w:rsidRPr="00625B3C" w14:paraId="7633380A" w14:textId="77777777" w:rsidTr="00160C64">
        <w:trPr>
          <w:trHeight w:val="1211"/>
        </w:trPr>
        <w:tc>
          <w:tcPr>
            <w:tcW w:w="6345" w:type="dxa"/>
            <w:shd w:val="clear" w:color="auto" w:fill="auto"/>
          </w:tcPr>
          <w:p w14:paraId="245E2A3D" w14:textId="77777777" w:rsidR="00061135" w:rsidRPr="00625B3C" w:rsidRDefault="00061135" w:rsidP="00160C64">
            <w:pPr>
              <w:pStyle w:val="FootnoteText"/>
              <w:spacing w:after="0"/>
              <w:rPr>
                <w:rFonts w:asciiTheme="majorHAnsi" w:hAnsiTheme="majorHAnsi"/>
                <w:b/>
                <w:sz w:val="24"/>
                <w:szCs w:val="24"/>
              </w:rPr>
            </w:pPr>
            <w:r w:rsidRPr="00625B3C">
              <w:rPr>
                <w:rFonts w:asciiTheme="majorHAnsi" w:hAnsiTheme="majorHAnsi"/>
                <w:b/>
                <w:sz w:val="24"/>
                <w:szCs w:val="24"/>
              </w:rPr>
              <w:t>In-kind contributions (include an estimated value for non-cash contributions such as services, equipment, time and materials)</w:t>
            </w:r>
          </w:p>
          <w:p w14:paraId="4B872540" w14:textId="77777777" w:rsidR="00061135" w:rsidRPr="00625B3C" w:rsidRDefault="00061135" w:rsidP="00160C64">
            <w:pPr>
              <w:numPr>
                <w:ilvl w:val="0"/>
                <w:numId w:val="1"/>
              </w:numPr>
              <w:rPr>
                <w:rFonts w:asciiTheme="majorHAnsi" w:hAnsiTheme="majorHAnsi"/>
                <w:b/>
              </w:rPr>
            </w:pPr>
          </w:p>
          <w:p w14:paraId="1AACDFD8" w14:textId="77777777" w:rsidR="00061135" w:rsidRPr="00625B3C" w:rsidRDefault="00061135" w:rsidP="00160C64">
            <w:pPr>
              <w:numPr>
                <w:ilvl w:val="0"/>
                <w:numId w:val="1"/>
              </w:numPr>
              <w:rPr>
                <w:rFonts w:asciiTheme="majorHAnsi" w:hAnsiTheme="majorHAnsi"/>
                <w:b/>
              </w:rPr>
            </w:pPr>
          </w:p>
          <w:p w14:paraId="751421E7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977" w:type="dxa"/>
            <w:shd w:val="clear" w:color="auto" w:fill="auto"/>
          </w:tcPr>
          <w:p w14:paraId="2065A337" w14:textId="77777777" w:rsidR="00061135" w:rsidRPr="00625B3C" w:rsidRDefault="00061135" w:rsidP="00160C64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061135" w:rsidRPr="00625B3C" w14:paraId="1F3E57CE" w14:textId="77777777" w:rsidTr="00160C64">
        <w:tc>
          <w:tcPr>
            <w:tcW w:w="6345" w:type="dxa"/>
            <w:shd w:val="clear" w:color="auto" w:fill="auto"/>
          </w:tcPr>
          <w:p w14:paraId="7012031E" w14:textId="77777777" w:rsidR="00061135" w:rsidRDefault="00061135" w:rsidP="00160C64">
            <w:pPr>
              <w:rPr>
                <w:rFonts w:asciiTheme="majorHAnsi" w:hAnsiTheme="majorHAnsi"/>
                <w:b/>
              </w:rPr>
            </w:pPr>
            <w:r w:rsidRPr="00625B3C">
              <w:rPr>
                <w:rFonts w:asciiTheme="majorHAnsi" w:hAnsiTheme="majorHAnsi"/>
                <w:b/>
              </w:rPr>
              <w:t>TOTAL INCOME</w:t>
            </w:r>
          </w:p>
          <w:p w14:paraId="0E9EAC45" w14:textId="77777777" w:rsidR="00061135" w:rsidRDefault="00061135" w:rsidP="00160C64">
            <w:pPr>
              <w:rPr>
                <w:rFonts w:asciiTheme="majorHAnsi" w:hAnsiTheme="majorHAnsi"/>
                <w:b/>
              </w:rPr>
            </w:pPr>
          </w:p>
          <w:p w14:paraId="52CF45AF" w14:textId="77777777" w:rsidR="00061135" w:rsidRDefault="00061135" w:rsidP="00160C64">
            <w:pPr>
              <w:rPr>
                <w:rFonts w:asciiTheme="majorHAnsi" w:hAnsiTheme="majorHAnsi"/>
                <w:b/>
              </w:rPr>
            </w:pPr>
          </w:p>
          <w:p w14:paraId="4A954AC4" w14:textId="77777777" w:rsidR="00061135" w:rsidRDefault="00061135" w:rsidP="00160C64">
            <w:pPr>
              <w:rPr>
                <w:rFonts w:asciiTheme="majorHAnsi" w:hAnsiTheme="majorHAnsi"/>
                <w:b/>
              </w:rPr>
            </w:pPr>
          </w:p>
          <w:p w14:paraId="3B833D5B" w14:textId="77777777" w:rsidR="00061135" w:rsidRDefault="00061135" w:rsidP="00160C64">
            <w:pPr>
              <w:rPr>
                <w:rFonts w:asciiTheme="majorHAnsi" w:hAnsiTheme="majorHAnsi"/>
                <w:b/>
              </w:rPr>
            </w:pPr>
          </w:p>
          <w:p w14:paraId="25F9C747" w14:textId="5C622070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977" w:type="dxa"/>
            <w:shd w:val="clear" w:color="auto" w:fill="auto"/>
          </w:tcPr>
          <w:p w14:paraId="7A5EBB24" w14:textId="77777777" w:rsidR="00061135" w:rsidRPr="00625B3C" w:rsidRDefault="00061135" w:rsidP="00160C64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061135" w:rsidRPr="00625B3C" w14:paraId="6140403A" w14:textId="77777777" w:rsidTr="00160C64">
        <w:tc>
          <w:tcPr>
            <w:tcW w:w="6345" w:type="dxa"/>
            <w:shd w:val="clear" w:color="auto" w:fill="D9D9D9"/>
          </w:tcPr>
          <w:p w14:paraId="35BB39E7" w14:textId="77777777" w:rsidR="00061135" w:rsidRPr="00625B3C" w:rsidRDefault="00061135" w:rsidP="00160C64">
            <w:pPr>
              <w:jc w:val="center"/>
              <w:rPr>
                <w:rFonts w:asciiTheme="majorHAnsi" w:hAnsiTheme="majorHAnsi"/>
                <w:b/>
              </w:rPr>
            </w:pPr>
            <w:r w:rsidRPr="00625B3C">
              <w:rPr>
                <w:rFonts w:asciiTheme="majorHAnsi" w:hAnsiTheme="majorHAnsi"/>
                <w:b/>
              </w:rPr>
              <w:lastRenderedPageBreak/>
              <w:t>EXPENDITURE</w:t>
            </w:r>
          </w:p>
          <w:p w14:paraId="6AA91201" w14:textId="77777777" w:rsidR="00061135" w:rsidRPr="00625B3C" w:rsidRDefault="00061135" w:rsidP="00160C64">
            <w:pPr>
              <w:jc w:val="center"/>
              <w:rPr>
                <w:rFonts w:asciiTheme="majorHAnsi" w:hAnsiTheme="majorHAnsi"/>
                <w:b/>
              </w:rPr>
            </w:pPr>
            <w:r w:rsidRPr="00625B3C">
              <w:rPr>
                <w:rFonts w:asciiTheme="majorHAnsi" w:hAnsiTheme="majorHAnsi"/>
                <w:b/>
              </w:rPr>
              <w:t>(Breakdown of individual line items such as salaries, equipment, travel/transport, administration etc.)</w:t>
            </w:r>
          </w:p>
        </w:tc>
        <w:tc>
          <w:tcPr>
            <w:tcW w:w="2977" w:type="dxa"/>
            <w:shd w:val="clear" w:color="auto" w:fill="D9D9D9"/>
          </w:tcPr>
          <w:p w14:paraId="7324AE51" w14:textId="77777777" w:rsidR="00061135" w:rsidRPr="00625B3C" w:rsidRDefault="00061135" w:rsidP="00160C64">
            <w:pPr>
              <w:jc w:val="center"/>
              <w:rPr>
                <w:rFonts w:asciiTheme="majorHAnsi" w:hAnsiTheme="majorHAnsi"/>
                <w:b/>
              </w:rPr>
            </w:pPr>
            <w:r w:rsidRPr="00625B3C">
              <w:rPr>
                <w:rFonts w:asciiTheme="majorHAnsi" w:hAnsiTheme="majorHAnsi"/>
                <w:b/>
              </w:rPr>
              <w:t>$</w:t>
            </w:r>
          </w:p>
        </w:tc>
      </w:tr>
      <w:tr w:rsidR="00061135" w:rsidRPr="00625B3C" w14:paraId="10198F29" w14:textId="77777777" w:rsidTr="00160C64">
        <w:trPr>
          <w:trHeight w:val="217"/>
        </w:trPr>
        <w:tc>
          <w:tcPr>
            <w:tcW w:w="6345" w:type="dxa"/>
            <w:shd w:val="clear" w:color="auto" w:fill="auto"/>
          </w:tcPr>
          <w:p w14:paraId="78ECD300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977" w:type="dxa"/>
            <w:shd w:val="clear" w:color="auto" w:fill="auto"/>
          </w:tcPr>
          <w:p w14:paraId="3067905A" w14:textId="77777777" w:rsidR="00061135" w:rsidRPr="00625B3C" w:rsidRDefault="00061135" w:rsidP="00160C64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061135" w:rsidRPr="00625B3C" w14:paraId="5AB1C503" w14:textId="77777777" w:rsidTr="00160C64">
        <w:tc>
          <w:tcPr>
            <w:tcW w:w="6345" w:type="dxa"/>
            <w:shd w:val="clear" w:color="auto" w:fill="auto"/>
          </w:tcPr>
          <w:p w14:paraId="3F95CFCB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977" w:type="dxa"/>
            <w:shd w:val="clear" w:color="auto" w:fill="auto"/>
          </w:tcPr>
          <w:p w14:paraId="7151658D" w14:textId="77777777" w:rsidR="00061135" w:rsidRPr="00625B3C" w:rsidRDefault="00061135" w:rsidP="00160C64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061135" w:rsidRPr="00625B3C" w14:paraId="45866B95" w14:textId="77777777" w:rsidTr="00160C64">
        <w:tc>
          <w:tcPr>
            <w:tcW w:w="6345" w:type="dxa"/>
            <w:shd w:val="clear" w:color="auto" w:fill="auto"/>
          </w:tcPr>
          <w:p w14:paraId="70DFE86B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977" w:type="dxa"/>
            <w:shd w:val="clear" w:color="auto" w:fill="auto"/>
          </w:tcPr>
          <w:p w14:paraId="58E43307" w14:textId="77777777" w:rsidR="00061135" w:rsidRPr="00625B3C" w:rsidRDefault="00061135" w:rsidP="00160C64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061135" w:rsidRPr="00625B3C" w14:paraId="27E069A6" w14:textId="77777777" w:rsidTr="00160C64">
        <w:tc>
          <w:tcPr>
            <w:tcW w:w="6345" w:type="dxa"/>
            <w:shd w:val="clear" w:color="auto" w:fill="auto"/>
          </w:tcPr>
          <w:p w14:paraId="50DA1D60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977" w:type="dxa"/>
            <w:shd w:val="clear" w:color="auto" w:fill="auto"/>
          </w:tcPr>
          <w:p w14:paraId="5AA5DB71" w14:textId="77777777" w:rsidR="00061135" w:rsidRPr="00625B3C" w:rsidRDefault="00061135" w:rsidP="00160C64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061135" w:rsidRPr="00625B3C" w14:paraId="10CB531D" w14:textId="77777777" w:rsidTr="00160C64">
        <w:tc>
          <w:tcPr>
            <w:tcW w:w="6345" w:type="dxa"/>
            <w:shd w:val="clear" w:color="auto" w:fill="auto"/>
          </w:tcPr>
          <w:p w14:paraId="6741D8D9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977" w:type="dxa"/>
            <w:shd w:val="clear" w:color="auto" w:fill="auto"/>
          </w:tcPr>
          <w:p w14:paraId="6428EAFA" w14:textId="77777777" w:rsidR="00061135" w:rsidRPr="00625B3C" w:rsidRDefault="00061135" w:rsidP="00160C64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061135" w:rsidRPr="00625B3C" w14:paraId="23CEC21F" w14:textId="77777777" w:rsidTr="00160C64">
        <w:tc>
          <w:tcPr>
            <w:tcW w:w="6345" w:type="dxa"/>
            <w:shd w:val="clear" w:color="auto" w:fill="auto"/>
          </w:tcPr>
          <w:p w14:paraId="63402E4A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  <w:r w:rsidRPr="00625B3C">
              <w:rPr>
                <w:rFonts w:asciiTheme="majorHAnsi" w:hAnsiTheme="majorHAnsi"/>
                <w:b/>
              </w:rPr>
              <w:t>In-kind contributions (as above)</w:t>
            </w:r>
          </w:p>
        </w:tc>
        <w:tc>
          <w:tcPr>
            <w:tcW w:w="2977" w:type="dxa"/>
            <w:shd w:val="clear" w:color="auto" w:fill="auto"/>
          </w:tcPr>
          <w:p w14:paraId="303CB3E9" w14:textId="77777777" w:rsidR="00061135" w:rsidRPr="00625B3C" w:rsidRDefault="00061135" w:rsidP="00160C64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061135" w:rsidRPr="00625B3C" w14:paraId="0320EBAE" w14:textId="77777777" w:rsidTr="00160C64">
        <w:tc>
          <w:tcPr>
            <w:tcW w:w="6345" w:type="dxa"/>
            <w:shd w:val="clear" w:color="auto" w:fill="auto"/>
          </w:tcPr>
          <w:p w14:paraId="4DF9D5E2" w14:textId="77777777" w:rsidR="00061135" w:rsidRPr="00625B3C" w:rsidRDefault="00061135" w:rsidP="00160C64">
            <w:pPr>
              <w:rPr>
                <w:rFonts w:asciiTheme="majorHAnsi" w:hAnsiTheme="majorHAnsi"/>
                <w:b/>
              </w:rPr>
            </w:pPr>
            <w:r w:rsidRPr="00625B3C">
              <w:rPr>
                <w:rFonts w:asciiTheme="majorHAnsi" w:hAnsiTheme="majorHAnsi"/>
                <w:b/>
              </w:rPr>
              <w:t>TOTAL EXPENDITURE</w:t>
            </w:r>
          </w:p>
        </w:tc>
        <w:tc>
          <w:tcPr>
            <w:tcW w:w="2977" w:type="dxa"/>
            <w:shd w:val="clear" w:color="auto" w:fill="auto"/>
          </w:tcPr>
          <w:p w14:paraId="048F28E7" w14:textId="77777777" w:rsidR="00061135" w:rsidRPr="00625B3C" w:rsidRDefault="00061135" w:rsidP="00160C64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</w:tbl>
    <w:p w14:paraId="20FE29CF" w14:textId="77777777" w:rsidR="00061135" w:rsidRPr="00625B3C" w:rsidRDefault="00061135" w:rsidP="00061135">
      <w:pPr>
        <w:jc w:val="center"/>
        <w:rPr>
          <w:rFonts w:asciiTheme="majorHAnsi" w:hAnsiTheme="majorHAnsi"/>
          <w:b/>
        </w:rPr>
      </w:pPr>
      <w:r w:rsidRPr="00625B3C">
        <w:rPr>
          <w:rFonts w:asciiTheme="majorHAnsi" w:hAnsiTheme="majorHAnsi"/>
          <w:b/>
        </w:rPr>
        <w:t>Please ensure your total income and total expenditure are equal</w:t>
      </w:r>
    </w:p>
    <w:p w14:paraId="5196BB7F" w14:textId="77777777" w:rsidR="00061135" w:rsidRDefault="00061135" w:rsidP="00061135">
      <w:pPr>
        <w:ind w:left="-993"/>
        <w:rPr>
          <w:rFonts w:asciiTheme="majorHAnsi" w:hAnsiTheme="majorHAnsi"/>
          <w:sz w:val="22"/>
          <w:szCs w:val="22"/>
        </w:rPr>
      </w:pPr>
    </w:p>
    <w:p w14:paraId="1EA3EB0E" w14:textId="77777777" w:rsidR="00061135" w:rsidRPr="000F0D5E" w:rsidRDefault="00061135" w:rsidP="00061135">
      <w:pPr>
        <w:widowControl w:val="0"/>
        <w:autoSpaceDE w:val="0"/>
        <w:autoSpaceDN w:val="0"/>
        <w:adjustRightInd w:val="0"/>
        <w:rPr>
          <w:rFonts w:asciiTheme="majorHAnsi" w:hAnsiTheme="majorHAnsi" w:cs="Helvetica"/>
        </w:rPr>
      </w:pPr>
      <w:r w:rsidRPr="06FDBA62">
        <w:rPr>
          <w:rFonts w:asciiTheme="majorHAnsi" w:hAnsiTheme="majorHAnsi" w:cs="Helvetica"/>
        </w:rPr>
        <w:t xml:space="preserve">Once you have completed your form, please email to </w:t>
      </w:r>
      <w:hyperlink r:id="rId11">
        <w:r w:rsidRPr="06FDBA62">
          <w:rPr>
            <w:rStyle w:val="Hyperlink"/>
            <w:rFonts w:asciiTheme="majorHAnsi" w:hAnsiTheme="majorHAnsi" w:cs="Helvetica"/>
          </w:rPr>
          <w:t>grants@womenandchange.com.au</w:t>
        </w:r>
      </w:hyperlink>
      <w:r w:rsidRPr="06FDBA62">
        <w:rPr>
          <w:rFonts w:asciiTheme="majorHAnsi" w:hAnsiTheme="majorHAnsi" w:cs="Helvetica"/>
        </w:rPr>
        <w:t xml:space="preserve"> by 5.00pm on 28 August 2020</w:t>
      </w:r>
      <w:r w:rsidRPr="06FDBA62">
        <w:rPr>
          <w:rFonts w:asciiTheme="majorHAnsi" w:hAnsiTheme="majorHAnsi" w:cs="Helvetica"/>
          <w:color w:val="000000" w:themeColor="text1"/>
        </w:rPr>
        <w:t>. Please</w:t>
      </w:r>
      <w:r w:rsidRPr="06FDBA62">
        <w:rPr>
          <w:rFonts w:asciiTheme="majorHAnsi" w:hAnsiTheme="majorHAnsi" w:cs="Helvetica"/>
        </w:rPr>
        <w:t xml:space="preserve"> do not attach any additional documentation. </w:t>
      </w:r>
    </w:p>
    <w:p w14:paraId="117D2B7D" w14:textId="77777777" w:rsidR="00061135" w:rsidRPr="000F0D5E" w:rsidRDefault="00061135" w:rsidP="00061135">
      <w:pPr>
        <w:widowControl w:val="0"/>
        <w:autoSpaceDE w:val="0"/>
        <w:autoSpaceDN w:val="0"/>
        <w:adjustRightInd w:val="0"/>
        <w:rPr>
          <w:rFonts w:asciiTheme="majorHAnsi" w:hAnsiTheme="majorHAnsi" w:cs="Helvetica"/>
        </w:rPr>
      </w:pPr>
    </w:p>
    <w:p w14:paraId="09FA251E" w14:textId="77777777" w:rsidR="00061135" w:rsidRPr="000F0D5E" w:rsidRDefault="00061135" w:rsidP="00061135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6FDBA62">
        <w:rPr>
          <w:rFonts w:asciiTheme="majorHAnsi" w:hAnsiTheme="majorHAnsi" w:cs="Helvetica"/>
        </w:rPr>
        <w:t xml:space="preserve">All applicants will be notified of the outcome of their </w:t>
      </w:r>
      <w:r w:rsidRPr="06FDBA62">
        <w:rPr>
          <w:rFonts w:asciiTheme="majorHAnsi" w:hAnsiTheme="majorHAnsi" w:cs="Helvetica"/>
          <w:color w:val="000000" w:themeColor="text1"/>
        </w:rPr>
        <w:t>application by 30 September 2020.</w:t>
      </w:r>
      <w:r w:rsidRPr="06FDBA62">
        <w:rPr>
          <w:rFonts w:asciiTheme="majorHAnsi" w:hAnsiTheme="majorHAnsi" w:cs="Helvetica"/>
        </w:rPr>
        <w:t xml:space="preserve">  </w:t>
      </w:r>
    </w:p>
    <w:p w14:paraId="08F8081A" w14:textId="77777777" w:rsidR="00C80F69" w:rsidRPr="00C80F69" w:rsidRDefault="00C80F69" w:rsidP="00C80F69">
      <w:pPr>
        <w:ind w:left="-851"/>
        <w:rPr>
          <w:rFonts w:ascii="Arial" w:hAnsi="Arial" w:cs="Arial"/>
        </w:rPr>
      </w:pPr>
    </w:p>
    <w:sectPr w:rsidR="00C80F69" w:rsidRPr="00C80F69" w:rsidSect="00C80F69">
      <w:headerReference w:type="default" r:id="rId12"/>
      <w:footerReference w:type="default" r:id="rId13"/>
      <w:pgSz w:w="11900" w:h="16840"/>
      <w:pgMar w:top="2438" w:right="1797" w:bottom="284" w:left="1797" w:header="709" w:footer="221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BD1A58" w14:textId="77777777" w:rsidR="00DA5FB1" w:rsidRDefault="00DA5FB1">
      <w:r>
        <w:separator/>
      </w:r>
    </w:p>
  </w:endnote>
  <w:endnote w:type="continuationSeparator" w:id="0">
    <w:p w14:paraId="4EB75301" w14:textId="77777777" w:rsidR="00DA5FB1" w:rsidRDefault="00DA5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CE98CA" w14:textId="21F1EFD5" w:rsidR="00CF5CAE" w:rsidRDefault="00C80F69">
    <w:pPr>
      <w:pStyle w:val="Footer"/>
    </w:pPr>
    <w:r>
      <w:rPr>
        <w:noProof/>
      </w:rPr>
      <w:drawing>
        <wp:anchor distT="0" distB="0" distL="114300" distR="114300" simplePos="0" relativeHeight="251662848" behindDoc="0" locked="0" layoutInCell="1" allowOverlap="1" wp14:anchorId="1A701128" wp14:editId="16F3CC51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62850" cy="1695450"/>
          <wp:effectExtent l="0" t="0" r="0" b="0"/>
          <wp:wrapSquare wrapText="bothSides"/>
          <wp:docPr id="5" name="Picture 5" descr="Letterhead 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etterhead 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695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800" behindDoc="0" locked="0" layoutInCell="1" allowOverlap="1" wp14:anchorId="66A8F9DC" wp14:editId="7B864E40">
          <wp:simplePos x="0" y="0"/>
          <wp:positionH relativeFrom="margin">
            <wp:posOffset>0</wp:posOffset>
          </wp:positionH>
          <wp:positionV relativeFrom="margin">
            <wp:posOffset>9147175</wp:posOffset>
          </wp:positionV>
          <wp:extent cx="7562850" cy="1695450"/>
          <wp:effectExtent l="0" t="0" r="0" b="0"/>
          <wp:wrapSquare wrapText="bothSides"/>
          <wp:docPr id="6" name="Picture 6" descr="Letterhead 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etterhead 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695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1A1F93" w14:textId="77777777" w:rsidR="00DA5FB1" w:rsidRDefault="00DA5FB1">
      <w:r>
        <w:separator/>
      </w:r>
    </w:p>
  </w:footnote>
  <w:footnote w:type="continuationSeparator" w:id="0">
    <w:p w14:paraId="50144A1E" w14:textId="77777777" w:rsidR="00DA5FB1" w:rsidRDefault="00DA5F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FAEBF4" w14:textId="77777777" w:rsidR="00AE6F24" w:rsidRPr="00CF5CAE" w:rsidRDefault="00273DCB" w:rsidP="00C80F69">
    <w:pPr>
      <w:pStyle w:val="Header"/>
      <w:ind w:left="-851"/>
    </w:pPr>
    <w:r>
      <w:rPr>
        <w:noProof/>
      </w:rPr>
      <w:drawing>
        <wp:anchor distT="0" distB="0" distL="114300" distR="114300" simplePos="0" relativeHeight="251657728" behindDoc="0" locked="0" layoutInCell="1" allowOverlap="1" wp14:anchorId="584C3E05" wp14:editId="7FF4268C">
          <wp:simplePos x="0" y="0"/>
          <wp:positionH relativeFrom="margin">
            <wp:posOffset>-1072515</wp:posOffset>
          </wp:positionH>
          <wp:positionV relativeFrom="margin">
            <wp:posOffset>-1271905</wp:posOffset>
          </wp:positionV>
          <wp:extent cx="7143750" cy="1014730"/>
          <wp:effectExtent l="0" t="0" r="0" b="0"/>
          <wp:wrapSquare wrapText="bothSides"/>
          <wp:docPr id="4" name="Picture 4" descr="Letterhead 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etterhead h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0" cy="1014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F0820AC"/>
    <w:multiLevelType w:val="hybridMultilevel"/>
    <w:tmpl w:val="486CCDE6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revisionView w:inkAnnotation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DCB"/>
    <w:rsid w:val="00061135"/>
    <w:rsid w:val="001B2D16"/>
    <w:rsid w:val="00273DCB"/>
    <w:rsid w:val="003F4C34"/>
    <w:rsid w:val="004E55E8"/>
    <w:rsid w:val="005E4F94"/>
    <w:rsid w:val="00884732"/>
    <w:rsid w:val="00AE6F24"/>
    <w:rsid w:val="00C80F69"/>
    <w:rsid w:val="00CE5585"/>
    <w:rsid w:val="00CF5CAE"/>
    <w:rsid w:val="00DA5FB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6B8F896"/>
  <w15:chartTrackingRefBased/>
  <w15:docId w15:val="{03957A97-8A7C-4FAA-9409-15DED3664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5BA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293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2930"/>
  </w:style>
  <w:style w:type="paragraph" w:styleId="Footer">
    <w:name w:val="footer"/>
    <w:basedOn w:val="Normal"/>
    <w:link w:val="FooterChar"/>
    <w:uiPriority w:val="99"/>
    <w:unhideWhenUsed/>
    <w:rsid w:val="005B293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2930"/>
  </w:style>
  <w:style w:type="paragraph" w:styleId="FootnoteText">
    <w:name w:val="footnote text"/>
    <w:basedOn w:val="Normal"/>
    <w:link w:val="FootnoteTextChar"/>
    <w:uiPriority w:val="99"/>
    <w:unhideWhenUsed/>
    <w:rsid w:val="00061135"/>
    <w:pPr>
      <w:spacing w:after="200" w:line="276" w:lineRule="auto"/>
    </w:pPr>
    <w:rPr>
      <w:rFonts w:ascii="Calibri" w:eastAsia="Calibri" w:hAnsi="Calibri"/>
      <w:sz w:val="20"/>
      <w:szCs w:val="20"/>
      <w:lang w:val="en-AU" w:eastAsia="ja-JP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1135"/>
    <w:rPr>
      <w:rFonts w:ascii="Calibri" w:eastAsia="Calibri" w:hAnsi="Calibri"/>
      <w:lang w:eastAsia="ja-JP"/>
    </w:rPr>
  </w:style>
  <w:style w:type="character" w:styleId="Hyperlink">
    <w:name w:val="Hyperlink"/>
    <w:basedOn w:val="DefaultParagraphFont"/>
    <w:uiPriority w:val="99"/>
    <w:unhideWhenUsed/>
    <w:rsid w:val="0006113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grants@womenandchange.com.au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uise\AppData\Local\Packages\Microsoft.MicrosoftEdge_8wekyb3d8bbwe\TempState\Downloads\W&amp;C%20Letterhead%20Template%20(1)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1FBE1D1F6A924F91985F8798C5E39B" ma:contentTypeVersion="12" ma:contentTypeDescription="Create a new document." ma:contentTypeScope="" ma:versionID="e01400f1d7a70b82b04d5b11a3fb154b">
  <xsd:schema xmlns:xsd="http://www.w3.org/2001/XMLSchema" xmlns:xs="http://www.w3.org/2001/XMLSchema" xmlns:p="http://schemas.microsoft.com/office/2006/metadata/properties" xmlns:ns2="deb296c6-b504-4cf4-b7db-dfeae266bb11" xmlns:ns3="8b92e559-4b49-484b-8450-0a76c7f63be6" targetNamespace="http://schemas.microsoft.com/office/2006/metadata/properties" ma:root="true" ma:fieldsID="ec3d32c2793c463aea65d4032a6b12a7" ns2:_="" ns3:_="">
    <xsd:import namespace="deb296c6-b504-4cf4-b7db-dfeae266bb11"/>
    <xsd:import namespace="8b92e559-4b49-484b-8450-0a76c7f63be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b296c6-b504-4cf4-b7db-dfeae266bb1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92e559-4b49-484b-8450-0a76c7f63b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FF3C5F-FB7C-449E-A1A7-D43980708D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b296c6-b504-4cf4-b7db-dfeae266bb11"/>
    <ds:schemaRef ds:uri="8b92e559-4b49-484b-8450-0a76c7f63b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B09C69-6820-409B-8188-005A3620C0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FDC4B1-9F5D-4C2E-BEAF-AA6DA9CDE6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7E7B400-2CA2-4744-8D7D-3BA652892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W&amp;C Letterhead Template (1) (1).dot</Template>
  <TotalTime>0</TotalTime>
  <Pages>7</Pages>
  <Words>429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</dc:creator>
  <cp:keywords/>
  <cp:lastModifiedBy>Genevieve</cp:lastModifiedBy>
  <cp:revision>2</cp:revision>
  <cp:lastPrinted>2019-12-09T01:38:00Z</cp:lastPrinted>
  <dcterms:created xsi:type="dcterms:W3CDTF">2020-05-22T05:41:00Z</dcterms:created>
  <dcterms:modified xsi:type="dcterms:W3CDTF">2020-05-22T05:41:00Z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0x010100421FBE1D1F6A924F91985F8798C5E39B</vt:lpwstr>
  </property>
</Properties>
</file>